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F93857A" w14:textId="77777777" w:rsidR="0018354E" w:rsidRDefault="0018354E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29E222DF" w14:textId="1239032D" w:rsidR="0005589A" w:rsidRPr="00491094" w:rsidRDefault="00491094" w:rsidP="0005589A">
      <w:pPr>
        <w:jc w:val="center"/>
        <w:rPr>
          <w:rFonts w:ascii="Arial Black" w:hAnsi="Arial Black"/>
          <w:b/>
          <w:sz w:val="28"/>
          <w:szCs w:val="28"/>
        </w:rPr>
      </w:pPr>
      <w:r w:rsidRPr="00491094">
        <w:rPr>
          <w:rFonts w:ascii="Arial Black" w:hAnsi="Arial Black"/>
          <w:b/>
          <w:sz w:val="28"/>
          <w:szCs w:val="28"/>
        </w:rPr>
        <w:t>Přístroj anesteziologický vč. monitoru</w:t>
      </w:r>
    </w:p>
    <w:p w14:paraId="19747662" w14:textId="3399AF2D" w:rsidR="003F0376" w:rsidRPr="0026582A" w:rsidRDefault="003F0376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28"/>
          <w:szCs w:val="28"/>
        </w:rPr>
      </w:pPr>
      <w:r w:rsidRPr="0026582A">
        <w:rPr>
          <w:rFonts w:ascii="Arial Black" w:hAnsi="Arial Black"/>
          <w:b/>
          <w:color w:val="0070C0"/>
          <w:sz w:val="28"/>
          <w:szCs w:val="28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581C8B31" w:rsidR="00AE1D1C" w:rsidRPr="004237FF" w:rsidRDefault="00E4269C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 xml:space="preserve">ELEKTRONICKOU </w:t>
      </w:r>
      <w:r w:rsidR="00497AAC">
        <w:rPr>
          <w:rFonts w:ascii="Arial" w:hAnsi="Arial" w:cs="Arial"/>
          <w:b/>
        </w:rPr>
        <w:t xml:space="preserve">KOMUNIKACI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126F7A05" w14:textId="59A8C2BE" w:rsidR="001A791E" w:rsidRDefault="001A791E">
      <w:pPr>
        <w:rPr>
          <w:rFonts w:ascii="Arial" w:hAnsi="Arial" w:cs="Arial"/>
          <w:i/>
        </w:rPr>
      </w:pPr>
    </w:p>
    <w:p w14:paraId="3A43E451" w14:textId="599AC37A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FBCC012" w14:textId="77777777" w:rsidR="00C9644A" w:rsidRDefault="00C9644A" w:rsidP="00C9644A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3233AF5B" w14:textId="706AD397" w:rsidR="00A00686" w:rsidRPr="00F31BD4" w:rsidRDefault="00491094" w:rsidP="00A00686">
      <w:pPr>
        <w:jc w:val="center"/>
        <w:rPr>
          <w:rFonts w:ascii="Arial Black" w:hAnsi="Arial Black" w:cs="Calibri"/>
          <w:sz w:val="28"/>
          <w:szCs w:val="28"/>
        </w:rPr>
      </w:pPr>
      <w:r w:rsidRPr="00491094">
        <w:rPr>
          <w:rFonts w:ascii="Arial Black" w:hAnsi="Arial Black"/>
          <w:b/>
          <w:sz w:val="28"/>
          <w:szCs w:val="28"/>
        </w:rPr>
        <w:t>Přístroj anesteziologický vč. monitoru</w:t>
      </w:r>
    </w:p>
    <w:p w14:paraId="77213F43" w14:textId="1F4B3900" w:rsidR="00C9644A" w:rsidRPr="00810FC9" w:rsidRDefault="0026582A" w:rsidP="0026582A">
      <w:pPr>
        <w:spacing w:line="256" w:lineRule="auto"/>
        <w:ind w:right="51"/>
        <w:jc w:val="center"/>
        <w:rPr>
          <w:rFonts w:ascii="Arial Black" w:hAnsi="Arial Black"/>
          <w:b/>
          <w:sz w:val="28"/>
          <w:szCs w:val="28"/>
        </w:rPr>
      </w:pPr>
      <w:r w:rsidRPr="00810FC9">
        <w:rPr>
          <w:rFonts w:ascii="Arial Black" w:hAnsi="Arial Black"/>
          <w:b/>
          <w:sz w:val="28"/>
          <w:szCs w:val="28"/>
        </w:rPr>
        <w:t xml:space="preserve"> </w:t>
      </w:r>
    </w:p>
    <w:p w14:paraId="5184ED8B" w14:textId="77777777" w:rsidR="00C9644A" w:rsidRPr="004237FF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6230E1A4" w:rsidR="00C9644A" w:rsidRPr="004237FF" w:rsidRDefault="00C9644A" w:rsidP="00C61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>
        <w:rPr>
          <w:rFonts w:ascii="Arial" w:hAnsi="Arial" w:cs="Arial"/>
          <w:b/>
        </w:rPr>
        <w:t xml:space="preserve">ELEKTRONICKOU KOMUNIKACI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744332319">
    <w:abstractNumId w:val="28"/>
  </w:num>
  <w:num w:numId="2" w16cid:durableId="2040664814">
    <w:abstractNumId w:val="1"/>
  </w:num>
  <w:num w:numId="3" w16cid:durableId="534273640">
    <w:abstractNumId w:val="32"/>
  </w:num>
  <w:num w:numId="4" w16cid:durableId="278218912">
    <w:abstractNumId w:val="2"/>
  </w:num>
  <w:num w:numId="5" w16cid:durableId="1991445892">
    <w:abstractNumId w:val="30"/>
  </w:num>
  <w:num w:numId="6" w16cid:durableId="2000503616">
    <w:abstractNumId w:val="6"/>
  </w:num>
  <w:num w:numId="7" w16cid:durableId="979533273">
    <w:abstractNumId w:val="7"/>
  </w:num>
  <w:num w:numId="8" w16cid:durableId="1709721826">
    <w:abstractNumId w:val="12"/>
  </w:num>
  <w:num w:numId="9" w16cid:durableId="1911843478">
    <w:abstractNumId w:val="29"/>
  </w:num>
  <w:num w:numId="10" w16cid:durableId="1764108947">
    <w:abstractNumId w:val="9"/>
  </w:num>
  <w:num w:numId="11" w16cid:durableId="1460302705">
    <w:abstractNumId w:val="0"/>
  </w:num>
  <w:num w:numId="12" w16cid:durableId="199708138">
    <w:abstractNumId w:val="27"/>
  </w:num>
  <w:num w:numId="13" w16cid:durableId="1549492362">
    <w:abstractNumId w:val="16"/>
  </w:num>
  <w:num w:numId="14" w16cid:durableId="1391422209">
    <w:abstractNumId w:val="10"/>
  </w:num>
  <w:num w:numId="15" w16cid:durableId="1904368448">
    <w:abstractNumId w:val="11"/>
  </w:num>
  <w:num w:numId="16" w16cid:durableId="204411109">
    <w:abstractNumId w:val="5"/>
  </w:num>
  <w:num w:numId="17" w16cid:durableId="2036609866">
    <w:abstractNumId w:val="20"/>
  </w:num>
  <w:num w:numId="18" w16cid:durableId="998506967">
    <w:abstractNumId w:val="19"/>
  </w:num>
  <w:num w:numId="19" w16cid:durableId="495540396">
    <w:abstractNumId w:val="4"/>
  </w:num>
  <w:num w:numId="20" w16cid:durableId="689601324">
    <w:abstractNumId w:val="31"/>
  </w:num>
  <w:num w:numId="21" w16cid:durableId="1727026607">
    <w:abstractNumId w:val="13"/>
  </w:num>
  <w:num w:numId="22" w16cid:durableId="1133795489">
    <w:abstractNumId w:val="22"/>
  </w:num>
  <w:num w:numId="23" w16cid:durableId="366681427">
    <w:abstractNumId w:val="25"/>
  </w:num>
  <w:num w:numId="24" w16cid:durableId="333727902">
    <w:abstractNumId w:val="18"/>
  </w:num>
  <w:num w:numId="25" w16cid:durableId="492070853">
    <w:abstractNumId w:val="21"/>
  </w:num>
  <w:num w:numId="26" w16cid:durableId="2098746996">
    <w:abstractNumId w:val="3"/>
  </w:num>
  <w:num w:numId="27" w16cid:durableId="1124039054">
    <w:abstractNumId w:val="15"/>
  </w:num>
  <w:num w:numId="28" w16cid:durableId="677539824">
    <w:abstractNumId w:val="26"/>
  </w:num>
  <w:num w:numId="29" w16cid:durableId="1761559707">
    <w:abstractNumId w:val="24"/>
  </w:num>
  <w:num w:numId="30" w16cid:durableId="1332685333">
    <w:abstractNumId w:val="17"/>
  </w:num>
  <w:num w:numId="31" w16cid:durableId="358050330">
    <w:abstractNumId w:val="23"/>
  </w:num>
  <w:num w:numId="32" w16cid:durableId="1600942125">
    <w:abstractNumId w:val="8"/>
  </w:num>
  <w:num w:numId="33" w16cid:durableId="125173996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D1D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237FF"/>
    <w:rsid w:val="00445E9C"/>
    <w:rsid w:val="004540E7"/>
    <w:rsid w:val="00456560"/>
    <w:rsid w:val="00474984"/>
    <w:rsid w:val="004866BB"/>
    <w:rsid w:val="004900CA"/>
    <w:rsid w:val="00491094"/>
    <w:rsid w:val="00497AAC"/>
    <w:rsid w:val="004A0E25"/>
    <w:rsid w:val="004A11E7"/>
    <w:rsid w:val="004B10CB"/>
    <w:rsid w:val="004B6F42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65D2F"/>
    <w:rsid w:val="005760E6"/>
    <w:rsid w:val="00577979"/>
    <w:rsid w:val="00591DA0"/>
    <w:rsid w:val="00594D35"/>
    <w:rsid w:val="005A4910"/>
    <w:rsid w:val="005D2466"/>
    <w:rsid w:val="005D599F"/>
    <w:rsid w:val="005E4240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97CBF"/>
    <w:rsid w:val="006B3B09"/>
    <w:rsid w:val="006B4414"/>
    <w:rsid w:val="006B701C"/>
    <w:rsid w:val="006C39EE"/>
    <w:rsid w:val="006C7BED"/>
    <w:rsid w:val="006D538F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8F3B00"/>
    <w:rsid w:val="009018AF"/>
    <w:rsid w:val="009112B1"/>
    <w:rsid w:val="00937A45"/>
    <w:rsid w:val="009426E9"/>
    <w:rsid w:val="00981B13"/>
    <w:rsid w:val="009B2ACA"/>
    <w:rsid w:val="009B2B85"/>
    <w:rsid w:val="009D4F1B"/>
    <w:rsid w:val="009E5486"/>
    <w:rsid w:val="00A006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E4D34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E2BA7"/>
    <w:rsid w:val="00C14487"/>
    <w:rsid w:val="00C35697"/>
    <w:rsid w:val="00C379C4"/>
    <w:rsid w:val="00C5332C"/>
    <w:rsid w:val="00C61677"/>
    <w:rsid w:val="00C616A0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1BD4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986BB-D72A-4012-8108-C6EE4FE7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16</TotalTime>
  <Pages>3</Pages>
  <Words>191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Roman Hlaváč</cp:lastModifiedBy>
  <cp:revision>26</cp:revision>
  <cp:lastPrinted>2010-07-30T09:22:00Z</cp:lastPrinted>
  <dcterms:created xsi:type="dcterms:W3CDTF">2020-12-21T07:12:00Z</dcterms:created>
  <dcterms:modified xsi:type="dcterms:W3CDTF">2023-01-19T06:59:00Z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iWJ1ciNC0v1h/u2byMPbfanMIsG80vG+D6yUZQsnjg7qImAfAvnB+zv33sGlyPRhfvo2K50j831qJ056n7ELMfmV47aZoecF7ZTGV53nu/7YrGlVJ8zjiIPRhJgopbW+/B9O+2tmiLEfzC6APwgft49Bqe1MRU9B0LwOIMuscvwZAn8CzC2oqhHjbCrwT7uJ</vt:lpwstr>
  </property>
</Properties>
</file>